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60205293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0220E8F7" w14:textId="77777777" w:rsidR="002F27D7" w:rsidRDefault="00B7608B" w:rsidP="00356C40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2F27D7">
              <w:rPr>
                <w:noProof/>
              </w:rPr>
              <w:t>Transpordiamet</w:t>
            </w:r>
          </w:p>
          <w:p w14:paraId="461CD1FC" w14:textId="6C84E94D" w:rsidR="00E85637" w:rsidRDefault="002F27D7" w:rsidP="00356C40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info@transpordiamet.ee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5AB08DD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23E03B0" w14:textId="7777777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E85637" w14:paraId="5EAA8304" w14:textId="77777777">
        <w:trPr>
          <w:cantSplit/>
          <w:trHeight w:val="743"/>
        </w:trPr>
        <w:tc>
          <w:tcPr>
            <w:tcW w:w="5216" w:type="dxa"/>
            <w:vMerge/>
          </w:tcPr>
          <w:p w14:paraId="530CB0DC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28E9D17F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2D16CC5B" w14:textId="3F3A290E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4688F">
              <w:t>/</w:t>
            </w:r>
            <w:r w:rsidR="002F27D7">
              <w:rPr>
                <w:noProof/>
              </w:rPr>
              <w:t>digiallkirja kuupäev</w:t>
            </w:r>
            <w:r w:rsidR="0094688F">
              <w:rPr>
                <w:noProof/>
              </w:rPr>
              <w:t>/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9108BA">
              <w:rPr>
                <w:noProof/>
              </w:rPr>
              <w:t>3</w:t>
            </w:r>
            <w:r w:rsidR="00DD2314">
              <w:rPr>
                <w:noProof/>
              </w:rPr>
              <w:t>-2.1/2025/</w:t>
            </w:r>
            <w:r w:rsidR="00B71E10">
              <w:rPr>
                <w:noProof/>
              </w:rPr>
              <w:t>3</w:t>
            </w:r>
            <w:r w:rsidR="005D0E31">
              <w:rPr>
                <w:noProof/>
              </w:rPr>
              <w:t>894</w:t>
            </w:r>
            <w:r>
              <w:fldChar w:fldCharType="end"/>
            </w:r>
            <w:bookmarkEnd w:id="3"/>
          </w:p>
        </w:tc>
      </w:tr>
      <w:tr w:rsidR="00E85637" w14:paraId="1D6A04BA" w14:textId="77777777">
        <w:trPr>
          <w:cantSplit/>
          <w:trHeight w:hRule="exact" w:val="23"/>
        </w:trPr>
        <w:tc>
          <w:tcPr>
            <w:tcW w:w="5216" w:type="dxa"/>
          </w:tcPr>
          <w:p w14:paraId="4E7126FD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65F19F62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17C6CE4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0744194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5A89B51B" w14:textId="77777777" w:rsidR="00E85637" w:rsidRDefault="00E85637">
      <w:pPr>
        <w:rPr>
          <w:spacing w:val="0"/>
          <w:position w:val="0"/>
          <w:sz w:val="20"/>
        </w:rPr>
      </w:pPr>
    </w:p>
    <w:p w14:paraId="6FF5B0D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4E27B1F" wp14:editId="5F9A50B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F5E49" w14:textId="596B7D43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2F27D7">
        <w:rPr>
          <w:noProof/>
        </w:rPr>
        <w:t>Nõuete ta</w:t>
      </w:r>
      <w:r w:rsidR="005140C9">
        <w:rPr>
          <w:noProof/>
        </w:rPr>
        <w:t>o</w:t>
      </w:r>
      <w:r w:rsidR="002F27D7">
        <w:rPr>
          <w:noProof/>
        </w:rPr>
        <w:t>tlus</w:t>
      </w:r>
      <w:r>
        <w:fldChar w:fldCharType="end"/>
      </w:r>
      <w:bookmarkEnd w:id="4"/>
    </w:p>
    <w:p w14:paraId="7A20F959" w14:textId="77777777" w:rsidR="00E85637" w:rsidRDefault="00E85637"/>
    <w:p w14:paraId="5E0ABB93" w14:textId="77777777" w:rsidR="00E85637" w:rsidRDefault="00E85637">
      <w:pPr>
        <w:rPr>
          <w:sz w:val="26"/>
        </w:rPr>
      </w:pPr>
    </w:p>
    <w:p w14:paraId="5CCAD423" w14:textId="72FA98CD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result w:val="3"/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 w:rsidR="002F27D7">
        <w:rPr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  <w:bookmarkEnd w:id="5"/>
    </w:p>
    <w:p w14:paraId="6C392578" w14:textId="77777777" w:rsidR="00E85637" w:rsidRDefault="00E85637"/>
    <w:p w14:paraId="675F55DE" w14:textId="77777777" w:rsidR="00E85637" w:rsidRDefault="00E85637">
      <w:pPr>
        <w:rPr>
          <w:sz w:val="18"/>
        </w:rPr>
      </w:pPr>
    </w:p>
    <w:p w14:paraId="4F6E076E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D93E5D2" w14:textId="2F987EA2" w:rsidR="000864B6" w:rsidRDefault="002F27D7">
      <w:r>
        <w:t xml:space="preserve">Riigimetsa Majandamise Keskus kavandab </w:t>
      </w:r>
      <w:r w:rsidR="00B066A4">
        <w:t>Hiiu</w:t>
      </w:r>
      <w:r>
        <w:t xml:space="preserve"> maakonnas </w:t>
      </w:r>
      <w:r w:rsidR="0029664F">
        <w:t>Harju</w:t>
      </w:r>
      <w:r w:rsidR="0094688F">
        <w:t xml:space="preserve"> külas</w:t>
      </w:r>
      <w:r>
        <w:t xml:space="preserve"> metsatee ehitust. Seoses sellega palume Teil väljastada nõuded</w:t>
      </w:r>
      <w:r w:rsidR="000864B6">
        <w:t>:</w:t>
      </w:r>
      <w:r>
        <w:t xml:space="preserve"> </w:t>
      </w:r>
    </w:p>
    <w:p w14:paraId="7FD55A6B" w14:textId="452DF00F" w:rsidR="001D139F" w:rsidRDefault="00A00EEB" w:rsidP="00205428">
      <w:pPr>
        <w:pStyle w:val="Loendilik"/>
        <w:numPr>
          <w:ilvl w:val="0"/>
          <w:numId w:val="3"/>
        </w:numPr>
      </w:pPr>
      <w:r>
        <w:t xml:space="preserve">Ehitatava </w:t>
      </w:r>
      <w:r w:rsidR="0029664F">
        <w:t xml:space="preserve">Uuejärve </w:t>
      </w:r>
      <w:r>
        <w:t xml:space="preserve">tee </w:t>
      </w:r>
      <w:r w:rsidR="008F428C">
        <w:t xml:space="preserve">ja </w:t>
      </w:r>
      <w:r w:rsidR="00AA0289">
        <w:t>Harju-</w:t>
      </w:r>
      <w:proofErr w:type="spellStart"/>
      <w:r w:rsidR="00AA0289">
        <w:t>Leisu</w:t>
      </w:r>
      <w:proofErr w:type="spellEnd"/>
      <w:r w:rsidR="00AA0289">
        <w:t xml:space="preserve"> </w:t>
      </w:r>
      <w:r w:rsidR="008F428C">
        <w:t>tee</w:t>
      </w:r>
      <w:r w:rsidR="002F27D7">
        <w:t xml:space="preserve"> (tee nr 1</w:t>
      </w:r>
      <w:r w:rsidR="008F428C">
        <w:t>21</w:t>
      </w:r>
      <w:r w:rsidR="00002ABD">
        <w:t>31</w:t>
      </w:r>
      <w:r w:rsidR="002F27D7">
        <w:t xml:space="preserve">) </w:t>
      </w:r>
      <w:r w:rsidR="004D2101">
        <w:t xml:space="preserve">ca </w:t>
      </w:r>
      <w:r w:rsidR="00692972">
        <w:t>3,495</w:t>
      </w:r>
      <w:r w:rsidR="00A9109F">
        <w:t xml:space="preserve"> </w:t>
      </w:r>
      <w:r w:rsidR="004D2101">
        <w:t>kilomeetri</w:t>
      </w:r>
      <w:r w:rsidR="00FC5F8C">
        <w:t>l</w:t>
      </w:r>
      <w:r w:rsidR="004D2101">
        <w:t xml:space="preserve"> asuva </w:t>
      </w:r>
      <w:r w:rsidR="002F27D7">
        <w:t>ristumiskoha väljaehitamiseks.</w:t>
      </w:r>
    </w:p>
    <w:p w14:paraId="59D7C6DF" w14:textId="77777777" w:rsidR="00205428" w:rsidRDefault="00205428" w:rsidP="00205428"/>
    <w:p w14:paraId="213C476E" w14:textId="3669582C" w:rsidR="00205428" w:rsidRDefault="00205428" w:rsidP="00205428">
      <w:pPr>
        <w:pStyle w:val="Loendilik"/>
        <w:numPr>
          <w:ilvl w:val="0"/>
          <w:numId w:val="3"/>
        </w:numPr>
        <w:sectPr w:rsidR="00205428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208D1689" w14:textId="77777777" w:rsidR="00E85637" w:rsidRDefault="00E85637"/>
    <w:p w14:paraId="5FA65BDC" w14:textId="77777777" w:rsidR="00E85637" w:rsidRDefault="00E85637"/>
    <w:p w14:paraId="0C1EFBD0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BAF1BD4" w14:textId="77777777" w:rsidR="00E85637" w:rsidRDefault="00E85637"/>
    <w:p w14:paraId="27CB4F83" w14:textId="77777777" w:rsidR="00E85637" w:rsidRDefault="00E85637"/>
    <w:p w14:paraId="3DB6109C" w14:textId="72175C41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0CA7F71C" w14:textId="77777777" w:rsidR="00E85637" w:rsidRDefault="00E85637"/>
    <w:p w14:paraId="22BF96C2" w14:textId="77777777" w:rsidR="00E85637" w:rsidRDefault="00E85637">
      <w:pPr>
        <w:rPr>
          <w:sz w:val="14"/>
        </w:rPr>
      </w:pPr>
    </w:p>
    <w:p w14:paraId="2B07630D" w14:textId="77777777" w:rsidR="00E85637" w:rsidRDefault="00E85637">
      <w:pPr>
        <w:rPr>
          <w:sz w:val="2"/>
        </w:rPr>
      </w:pPr>
    </w:p>
    <w:p w14:paraId="556FA3A4" w14:textId="73A52D42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2F27D7">
        <w:rPr>
          <w:noProof/>
        </w:rPr>
        <w:t>Enn Raav</w:t>
      </w:r>
      <w:r>
        <w:fldChar w:fldCharType="end"/>
      </w:r>
      <w:bookmarkEnd w:id="7"/>
    </w:p>
    <w:p w14:paraId="6D9B95EE" w14:textId="77777777" w:rsidR="002F27D7" w:rsidRDefault="00B7608B">
      <w:pPr>
        <w:rPr>
          <w:noProof/>
        </w:rPr>
      </w:pPr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2F27D7">
        <w:rPr>
          <w:noProof/>
        </w:rPr>
        <w:t>metsataristuspetsialist</w:t>
      </w:r>
    </w:p>
    <w:p w14:paraId="36E5B414" w14:textId="1DC60AED" w:rsidR="00E85637" w:rsidRDefault="002F27D7">
      <w:r>
        <w:rPr>
          <w:noProof/>
        </w:rPr>
        <w:t>RMK Metsataristu osakond</w:t>
      </w:r>
      <w:r w:rsidR="00B7608B">
        <w:fldChar w:fldCharType="end"/>
      </w:r>
      <w:bookmarkEnd w:id="8"/>
    </w:p>
    <w:p w14:paraId="253A3384" w14:textId="77777777" w:rsidR="00E85637" w:rsidRDefault="00E85637"/>
    <w:p w14:paraId="44D71709" w14:textId="77777777" w:rsidR="00E85637" w:rsidRDefault="00E85637"/>
    <w:p w14:paraId="0A9B8412" w14:textId="5EED2D71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2F27D7">
        <w:rPr>
          <w:noProof/>
        </w:rPr>
        <w:t>Lisa: asukohaplaan</w:t>
      </w:r>
      <w:r>
        <w:fldChar w:fldCharType="end"/>
      </w:r>
    </w:p>
    <w:p w14:paraId="0B266B2D" w14:textId="77777777" w:rsidR="00E85637" w:rsidRDefault="00E85637"/>
    <w:p w14:paraId="5BEA5F82" w14:textId="77777777" w:rsidR="00E85637" w:rsidRDefault="00E85637"/>
    <w:p w14:paraId="495EE6FA" w14:textId="75413CCA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 w:rsidR="002F27D7">
        <w:rPr>
          <w:noProof/>
        </w:rPr>
        <w:t>56 479 639 enn.raav@rmk.ee</w:t>
      </w:r>
      <w:r>
        <w:fldChar w:fldCharType="end"/>
      </w:r>
      <w:bookmarkEnd w:id="9"/>
    </w:p>
    <w:p w14:paraId="58CFDC1C" w14:textId="77777777" w:rsidR="00E85637" w:rsidRDefault="00E85637"/>
    <w:p w14:paraId="393C0F77" w14:textId="77777777" w:rsidR="00E85637" w:rsidRDefault="00E85637"/>
    <w:p w14:paraId="502A1448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958F601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B52A8" w14:textId="77777777" w:rsidR="00857E04" w:rsidRDefault="00857E04">
      <w:r>
        <w:separator/>
      </w:r>
    </w:p>
  </w:endnote>
  <w:endnote w:type="continuationSeparator" w:id="0">
    <w:p w14:paraId="7FAC0F02" w14:textId="77777777" w:rsidR="00857E04" w:rsidRDefault="008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7EF0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CABA3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C13E1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BDBE1" w14:textId="77777777" w:rsidR="00857E04" w:rsidRDefault="00857E04">
      <w:r>
        <w:separator/>
      </w:r>
    </w:p>
  </w:footnote>
  <w:footnote w:type="continuationSeparator" w:id="0">
    <w:p w14:paraId="095E8FCF" w14:textId="77777777" w:rsidR="00857E04" w:rsidRDefault="008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06236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AE1AD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77B88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B74169"/>
    <w:multiLevelType w:val="hybridMultilevel"/>
    <w:tmpl w:val="56FEAC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35442509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7D7"/>
    <w:rsid w:val="00002ABD"/>
    <w:rsid w:val="00037FD0"/>
    <w:rsid w:val="00057FC6"/>
    <w:rsid w:val="000864B6"/>
    <w:rsid w:val="000D31BC"/>
    <w:rsid w:val="0015432F"/>
    <w:rsid w:val="00187A2D"/>
    <w:rsid w:val="001956F4"/>
    <w:rsid w:val="00197CE1"/>
    <w:rsid w:val="001D139F"/>
    <w:rsid w:val="001E574A"/>
    <w:rsid w:val="00205428"/>
    <w:rsid w:val="00231DFB"/>
    <w:rsid w:val="0023604D"/>
    <w:rsid w:val="00253368"/>
    <w:rsid w:val="0029664F"/>
    <w:rsid w:val="002F27D7"/>
    <w:rsid w:val="00326150"/>
    <w:rsid w:val="003508A0"/>
    <w:rsid w:val="00356C40"/>
    <w:rsid w:val="003A08B0"/>
    <w:rsid w:val="0040493B"/>
    <w:rsid w:val="00436506"/>
    <w:rsid w:val="00480DFA"/>
    <w:rsid w:val="00491E34"/>
    <w:rsid w:val="004D2101"/>
    <w:rsid w:val="005140C9"/>
    <w:rsid w:val="005317E1"/>
    <w:rsid w:val="0056463E"/>
    <w:rsid w:val="005D0E31"/>
    <w:rsid w:val="00692972"/>
    <w:rsid w:val="006A0968"/>
    <w:rsid w:val="00704BBF"/>
    <w:rsid w:val="00733432"/>
    <w:rsid w:val="00752FF9"/>
    <w:rsid w:val="007B7275"/>
    <w:rsid w:val="007E0D20"/>
    <w:rsid w:val="007F38CF"/>
    <w:rsid w:val="007F482F"/>
    <w:rsid w:val="007F68A8"/>
    <w:rsid w:val="00845FCB"/>
    <w:rsid w:val="00857E04"/>
    <w:rsid w:val="008B059C"/>
    <w:rsid w:val="008B1038"/>
    <w:rsid w:val="008C0A3A"/>
    <w:rsid w:val="008D3324"/>
    <w:rsid w:val="008E6ABD"/>
    <w:rsid w:val="008F428C"/>
    <w:rsid w:val="009108BA"/>
    <w:rsid w:val="009230CB"/>
    <w:rsid w:val="0094688F"/>
    <w:rsid w:val="00970FB2"/>
    <w:rsid w:val="009D3F3A"/>
    <w:rsid w:val="00A00EEB"/>
    <w:rsid w:val="00A9109F"/>
    <w:rsid w:val="00A9445B"/>
    <w:rsid w:val="00AA0289"/>
    <w:rsid w:val="00AA6DA9"/>
    <w:rsid w:val="00AD080D"/>
    <w:rsid w:val="00AE6D12"/>
    <w:rsid w:val="00B066A4"/>
    <w:rsid w:val="00B71E10"/>
    <w:rsid w:val="00B7608B"/>
    <w:rsid w:val="00BF0803"/>
    <w:rsid w:val="00C32B5E"/>
    <w:rsid w:val="00C5006C"/>
    <w:rsid w:val="00C52479"/>
    <w:rsid w:val="00C67247"/>
    <w:rsid w:val="00CF0857"/>
    <w:rsid w:val="00DB2364"/>
    <w:rsid w:val="00DD2314"/>
    <w:rsid w:val="00DE1297"/>
    <w:rsid w:val="00E3078D"/>
    <w:rsid w:val="00E50CC7"/>
    <w:rsid w:val="00E85637"/>
    <w:rsid w:val="00EC5BAE"/>
    <w:rsid w:val="00F04FCF"/>
    <w:rsid w:val="00F11504"/>
    <w:rsid w:val="00F33FB6"/>
    <w:rsid w:val="00F64AE2"/>
    <w:rsid w:val="00F86E1C"/>
    <w:rsid w:val="00F94062"/>
    <w:rsid w:val="00FC5F8C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6CC43"/>
  <w15:docId w15:val="{5ED02289-A0B8-4666-B5EA-95B6EAD6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A00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n.raa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28</TotalTime>
  <Pages>1</Pages>
  <Words>124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847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Enn Raav | RMK</dc:creator>
  <dc:description>Ver 6.0, 11.2018</dc:description>
  <cp:lastModifiedBy>Enn Raav</cp:lastModifiedBy>
  <cp:revision>13</cp:revision>
  <cp:lastPrinted>2025-05-12T12:43:00Z</cp:lastPrinted>
  <dcterms:created xsi:type="dcterms:W3CDTF">2025-05-23T09:08:00Z</dcterms:created>
  <dcterms:modified xsi:type="dcterms:W3CDTF">2025-05-23T09:27:00Z</dcterms:modified>
</cp:coreProperties>
</file>